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875" w:rsidRPr="0044075F" w:rsidRDefault="00282FFF" w:rsidP="0044075F">
      <w:pPr>
        <w:rPr>
          <w:rFonts w:ascii="Garamond" w:hAnsi="Garamond"/>
          <w:b/>
          <w:i/>
          <w:sz w:val="44"/>
          <w:szCs w:val="44"/>
        </w:rPr>
      </w:pPr>
      <w:r>
        <w:rPr>
          <w:rFonts w:ascii="Garamond" w:hAnsi="Garamond"/>
          <w:b/>
          <w:i/>
          <w:sz w:val="44"/>
          <w:szCs w:val="44"/>
        </w:rPr>
        <w:t>Light in the Valley</w:t>
      </w:r>
    </w:p>
    <w:p w:rsidR="0084126F" w:rsidRPr="0044075F" w:rsidRDefault="002A0875" w:rsidP="0044075F">
      <w:pPr>
        <w:rPr>
          <w:rFonts w:ascii="Garamond" w:hAnsi="Garamond"/>
          <w:b/>
          <w:i/>
          <w:sz w:val="18"/>
          <w:szCs w:val="18"/>
        </w:rPr>
      </w:pPr>
      <w:r w:rsidRPr="0044075F">
        <w:rPr>
          <w:rFonts w:ascii="Garamond" w:hAnsi="Garamond"/>
          <w:b/>
          <w:i/>
          <w:sz w:val="36"/>
          <w:szCs w:val="36"/>
        </w:rPr>
        <w:t xml:space="preserve"> </w:t>
      </w:r>
      <w:r w:rsidRPr="0044075F">
        <w:rPr>
          <w:rFonts w:ascii="Garamond" w:hAnsi="Garamond"/>
          <w:b/>
          <w:i/>
          <w:sz w:val="18"/>
          <w:szCs w:val="18"/>
        </w:rPr>
        <w:t>(</w:t>
      </w:r>
      <w:r w:rsidR="00282FFF">
        <w:rPr>
          <w:rFonts w:ascii="Garamond" w:hAnsi="Garamond"/>
          <w:b/>
          <w:i/>
          <w:sz w:val="18"/>
          <w:szCs w:val="18"/>
        </w:rPr>
        <w:t>Michele Wagner/Dwight Lilies</w:t>
      </w:r>
      <w:r w:rsidRPr="0044075F">
        <w:rPr>
          <w:rFonts w:ascii="Garamond" w:hAnsi="Garamond"/>
          <w:b/>
          <w:i/>
          <w:sz w:val="18"/>
          <w:szCs w:val="18"/>
        </w:rPr>
        <w:t>)</w:t>
      </w:r>
    </w:p>
    <w:p w:rsidR="0044075F" w:rsidRDefault="00016C35" w:rsidP="0044075F">
      <w:pPr>
        <w:pBdr>
          <w:top w:val="single" w:sz="18" w:space="1" w:color="auto"/>
        </w:pBdr>
        <w:rPr>
          <w:rFonts w:ascii="Garamond" w:hAnsi="Garamond"/>
          <w:b/>
          <w:i/>
          <w:sz w:val="36"/>
          <w:szCs w:val="36"/>
        </w:rPr>
      </w:pPr>
      <w:r>
        <w:rPr>
          <w:rFonts w:ascii="Garamond" w:hAnsi="Garamond"/>
          <w:b/>
          <w:i/>
          <w:sz w:val="36"/>
          <w:szCs w:val="36"/>
        </w:rPr>
        <w:t xml:space="preserve">                      </w:t>
      </w:r>
    </w:p>
    <w:p w:rsidR="0084126F" w:rsidRPr="00310092" w:rsidRDefault="0084126F" w:rsidP="0084126F">
      <w:pPr>
        <w:rPr>
          <w:b/>
          <w:i/>
        </w:rPr>
      </w:pPr>
      <w:r w:rsidRPr="00310092">
        <w:rPr>
          <w:b/>
          <w:i/>
        </w:rPr>
        <w:t>Intro/Interlude</w:t>
      </w:r>
      <w:r w:rsidR="006F6846" w:rsidRPr="00310092">
        <w:rPr>
          <w:b/>
          <w:i/>
        </w:rPr>
        <w:t>:</w:t>
      </w:r>
      <w:r w:rsidR="002A0875" w:rsidRPr="00310092">
        <w:rPr>
          <w:b/>
          <w:i/>
        </w:rPr>
        <w:t xml:space="preserve"> </w:t>
      </w:r>
    </w:p>
    <w:p w:rsidR="0084126F" w:rsidRPr="00310092" w:rsidRDefault="0084126F" w:rsidP="0084126F">
      <w:pPr>
        <w:rPr>
          <w:b/>
          <w:i/>
        </w:rPr>
      </w:pPr>
    </w:p>
    <w:p w:rsidR="001051AB" w:rsidRDefault="0084126F" w:rsidP="0084126F">
      <w:pPr>
        <w:rPr>
          <w:b/>
          <w:i/>
        </w:rPr>
      </w:pPr>
      <w:r w:rsidRPr="00310092">
        <w:rPr>
          <w:b/>
          <w:i/>
        </w:rPr>
        <w:t>Verse</w:t>
      </w:r>
      <w:r w:rsidR="007A335C" w:rsidRPr="00310092">
        <w:rPr>
          <w:b/>
          <w:i/>
        </w:rPr>
        <w:t xml:space="preserve"> 1</w:t>
      </w:r>
      <w:r w:rsidRPr="00310092">
        <w:rPr>
          <w:b/>
          <w:i/>
        </w:rPr>
        <w:t>:</w:t>
      </w:r>
    </w:p>
    <w:p w:rsidR="0084126F" w:rsidRPr="001051AB" w:rsidRDefault="00282FFF" w:rsidP="0084126F">
      <w:pPr>
        <w:rPr>
          <w:b/>
          <w:i/>
        </w:rPr>
      </w:pPr>
      <w:r w:rsidRPr="00310092">
        <w:t>We call it a valley our tears fall like rain</w:t>
      </w:r>
    </w:p>
    <w:p w:rsidR="0084126F" w:rsidRPr="00310092" w:rsidRDefault="00282FFF" w:rsidP="0084126F">
      <w:r w:rsidRPr="00310092">
        <w:t>We’re worn from the journey and weary from the pain</w:t>
      </w:r>
    </w:p>
    <w:p w:rsidR="00282FFF" w:rsidRPr="00310092" w:rsidRDefault="00282FFF" w:rsidP="0084126F">
      <w:r w:rsidRPr="00310092">
        <w:t>The lonely</w:t>
      </w:r>
      <w:r w:rsidR="0025324C" w:rsidRPr="00310092">
        <w:t xml:space="preserve"> shadows fall as we descend to</w:t>
      </w:r>
      <w:r w:rsidRPr="00310092">
        <w:t xml:space="preserve"> the valley</w:t>
      </w:r>
    </w:p>
    <w:p w:rsidR="002A0875" w:rsidRPr="00310092" w:rsidRDefault="00282FFF" w:rsidP="0084126F">
      <w:r w:rsidRPr="00310092">
        <w:t>The stars are appearing above the distant hills</w:t>
      </w:r>
    </w:p>
    <w:p w:rsidR="00282FFF" w:rsidRPr="00310092" w:rsidRDefault="00282FFF" w:rsidP="0084126F">
      <w:r w:rsidRPr="00310092">
        <w:t>We rest by still water in lush and growing fields</w:t>
      </w:r>
    </w:p>
    <w:p w:rsidR="00282FFF" w:rsidRPr="00310092" w:rsidRDefault="0025324C" w:rsidP="0084126F">
      <w:r w:rsidRPr="00310092">
        <w:t>The S</w:t>
      </w:r>
      <w:r w:rsidR="00282FFF" w:rsidRPr="00310092">
        <w:t>hepherd watches as the sheep lie still, in the valley</w:t>
      </w:r>
    </w:p>
    <w:p w:rsidR="002A0875" w:rsidRPr="00310092" w:rsidRDefault="002A0875" w:rsidP="0084126F"/>
    <w:p w:rsidR="002A0875" w:rsidRPr="00310092" w:rsidRDefault="002A0875" w:rsidP="0084126F">
      <w:pPr>
        <w:rPr>
          <w:b/>
        </w:rPr>
      </w:pPr>
    </w:p>
    <w:p w:rsidR="00F076BB" w:rsidRPr="001051AB" w:rsidRDefault="002A0875" w:rsidP="0084126F">
      <w:pPr>
        <w:rPr>
          <w:b/>
          <w:i/>
        </w:rPr>
      </w:pPr>
      <w:r w:rsidRPr="00310092">
        <w:rPr>
          <w:b/>
          <w:i/>
        </w:rPr>
        <w:t>Chorus:</w:t>
      </w:r>
      <w:r w:rsidRPr="00310092">
        <w:rPr>
          <w:b/>
        </w:rPr>
        <w:br/>
      </w:r>
      <w:r w:rsidR="00282FFF" w:rsidRPr="00310092">
        <w:t>In the morning the Sun of Righteousness</w:t>
      </w:r>
    </w:p>
    <w:p w:rsidR="0084126F" w:rsidRPr="00F076BB" w:rsidRDefault="00282FFF" w:rsidP="0084126F">
      <w:pPr>
        <w:rPr>
          <w:b/>
        </w:rPr>
      </w:pPr>
      <w:r w:rsidRPr="00310092">
        <w:t>Rises to le</w:t>
      </w:r>
      <w:r w:rsidR="0025324C" w:rsidRPr="00310092">
        <w:t>ad us forth with healing in His</w:t>
      </w:r>
      <w:r w:rsidRPr="00310092">
        <w:t xml:space="preserve"> wings,</w:t>
      </w:r>
    </w:p>
    <w:p w:rsidR="00282FFF" w:rsidRPr="00310092" w:rsidRDefault="00282FFF" w:rsidP="0084126F">
      <w:r w:rsidRPr="00310092">
        <w:t>And in the valley the sun is shining bright</w:t>
      </w:r>
    </w:p>
    <w:p w:rsidR="001051AB" w:rsidRDefault="00282FFF" w:rsidP="001051AB">
      <w:pPr>
        <w:rPr>
          <w:b/>
          <w:i/>
        </w:rPr>
      </w:pPr>
      <w:r w:rsidRPr="00310092">
        <w:t>I see a ray of hope, with joy my spirit sings!</w:t>
      </w:r>
      <w:r w:rsidR="00F076BB">
        <w:t xml:space="preserve"> </w:t>
      </w:r>
    </w:p>
    <w:p w:rsidR="00282FFF" w:rsidRPr="00310092" w:rsidRDefault="00282FFF" w:rsidP="001051AB">
      <w:r w:rsidRPr="00310092">
        <w:t>There’s light in the valley</w:t>
      </w:r>
      <w:r w:rsidR="00F076BB">
        <w:t xml:space="preserve">  </w:t>
      </w:r>
    </w:p>
    <w:p w:rsidR="002A0875" w:rsidRPr="00310092" w:rsidRDefault="002A0875" w:rsidP="0084126F"/>
    <w:p w:rsidR="007A335C" w:rsidRPr="00310092" w:rsidRDefault="007A335C" w:rsidP="0084126F">
      <w:pPr>
        <w:rPr>
          <w:b/>
          <w:i/>
        </w:rPr>
      </w:pPr>
      <w:r w:rsidRPr="00310092">
        <w:rPr>
          <w:b/>
          <w:i/>
        </w:rPr>
        <w:t xml:space="preserve">Verse 2: </w:t>
      </w:r>
    </w:p>
    <w:p w:rsidR="007A335C" w:rsidRPr="00310092" w:rsidRDefault="007A335C" w:rsidP="0084126F">
      <w:r w:rsidRPr="00310092">
        <w:t xml:space="preserve">We look to the </w:t>
      </w:r>
      <w:proofErr w:type="gramStart"/>
      <w:r w:rsidRPr="00310092">
        <w:t>hill top</w:t>
      </w:r>
      <w:proofErr w:type="gramEnd"/>
      <w:r w:rsidRPr="00310092">
        <w:t xml:space="preserve"> and hear the Shepherds’ cry</w:t>
      </w:r>
    </w:p>
    <w:p w:rsidR="007A335C" w:rsidRPr="00310092" w:rsidRDefault="007A335C" w:rsidP="0084126F">
      <w:r w:rsidRPr="00310092">
        <w:t>He’s calling us upward to meet the morning sky</w:t>
      </w:r>
    </w:p>
    <w:p w:rsidR="007A335C" w:rsidRDefault="007A335C" w:rsidP="0084126F">
      <w:r w:rsidRPr="00310092">
        <w:t xml:space="preserve">For by His grace and by His strength we climb from the valley   </w:t>
      </w:r>
    </w:p>
    <w:p w:rsidR="00F076BB" w:rsidRDefault="00F076BB" w:rsidP="0084126F"/>
    <w:p w:rsidR="007A335C" w:rsidRPr="00310092" w:rsidRDefault="00F076BB" w:rsidP="0084126F">
      <w:pPr>
        <w:rPr>
          <w:b/>
          <w:i/>
        </w:rPr>
      </w:pPr>
      <w:r w:rsidRPr="00F076BB">
        <w:rPr>
          <w:b/>
          <w:i/>
        </w:rPr>
        <w:t>Repeat Chorus:</w:t>
      </w:r>
    </w:p>
    <w:p w:rsidR="007A335C" w:rsidRPr="00F076BB" w:rsidRDefault="007A335C" w:rsidP="0084126F">
      <w:pPr>
        <w:rPr>
          <w:b/>
          <w:i/>
        </w:rPr>
      </w:pPr>
    </w:p>
    <w:p w:rsidR="007A335C" w:rsidRDefault="003975C7" w:rsidP="0084126F">
      <w:pPr>
        <w:rPr>
          <w:b/>
          <w:i/>
        </w:rPr>
      </w:pPr>
      <w:r>
        <w:rPr>
          <w:b/>
          <w:i/>
        </w:rPr>
        <w:t>Coda/end</w:t>
      </w:r>
    </w:p>
    <w:p w:rsidR="007A335C" w:rsidRPr="00310092" w:rsidRDefault="00F076BB" w:rsidP="0084126F">
      <w:r>
        <w:t xml:space="preserve">There’s Light in the valley </w:t>
      </w:r>
      <w:r w:rsidR="007A335C" w:rsidRPr="00310092">
        <w:t xml:space="preserve">  Do you see His light?</w:t>
      </w:r>
    </w:p>
    <w:p w:rsidR="007A335C" w:rsidRPr="00310092" w:rsidRDefault="007A335C" w:rsidP="0084126F">
      <w:r w:rsidRPr="00310092">
        <w:t>Oh there’s light in the valley!</w:t>
      </w:r>
    </w:p>
    <w:p w:rsidR="007A335C" w:rsidRPr="00310092" w:rsidRDefault="007A335C" w:rsidP="0084126F">
      <w:r w:rsidRPr="00310092">
        <w:t>I see His light</w:t>
      </w:r>
    </w:p>
    <w:p w:rsidR="007A335C" w:rsidRPr="00310092" w:rsidRDefault="007A335C" w:rsidP="0084126F">
      <w:r w:rsidRPr="00310092">
        <w:t>There’</w:t>
      </w:r>
      <w:r w:rsidR="00CE4840" w:rsidRPr="00310092">
        <w:t>s L</w:t>
      </w:r>
      <w:r w:rsidR="00C53FAF" w:rsidRPr="00310092">
        <w:t>ight in the v</w:t>
      </w:r>
      <w:r w:rsidRPr="00310092">
        <w:t>alley</w:t>
      </w:r>
      <w:r w:rsidR="00C53FAF" w:rsidRPr="00310092">
        <w:t xml:space="preserve"> </w:t>
      </w:r>
      <w:r w:rsidR="003363E9" w:rsidRPr="00310092">
        <w:t>o</w:t>
      </w:r>
      <w:r w:rsidR="00F076BB">
        <w:t xml:space="preserve">oh   </w:t>
      </w:r>
      <w:r w:rsidR="00C53FAF" w:rsidRPr="00310092">
        <w:t xml:space="preserve"> yea…    </w:t>
      </w:r>
    </w:p>
    <w:p w:rsidR="009F15FC" w:rsidRPr="00310092" w:rsidRDefault="00F076BB" w:rsidP="00355B51">
      <w:r>
        <w:t>T</w:t>
      </w:r>
      <w:r w:rsidR="00C53FAF" w:rsidRPr="00310092">
        <w:t>here’s light in the valley</w:t>
      </w:r>
    </w:p>
    <w:p w:rsidR="005D5D55" w:rsidRDefault="005D5D55" w:rsidP="000F6CCA">
      <w:pPr>
        <w:rPr>
          <w:b/>
        </w:rPr>
      </w:pPr>
    </w:p>
    <w:p w:rsidR="005D5D55" w:rsidRDefault="005D5D55" w:rsidP="000F6CCA">
      <w:pPr>
        <w:rPr>
          <w:b/>
        </w:rPr>
      </w:pPr>
    </w:p>
    <w:p w:rsidR="005D5D55" w:rsidRDefault="005D5D55" w:rsidP="000F6CCA">
      <w:pPr>
        <w:rPr>
          <w:b/>
        </w:rPr>
      </w:pPr>
    </w:p>
    <w:p w:rsidR="005D5D55" w:rsidRDefault="005D5D55" w:rsidP="000F6CCA">
      <w:pPr>
        <w:rPr>
          <w:b/>
        </w:rPr>
      </w:pPr>
    </w:p>
    <w:p w:rsidR="005D5D55" w:rsidRDefault="005D5D55" w:rsidP="000F6CCA">
      <w:pPr>
        <w:rPr>
          <w:b/>
        </w:rPr>
      </w:pPr>
    </w:p>
    <w:p w:rsidR="005D5D55" w:rsidRDefault="005D5D55" w:rsidP="000F6CCA">
      <w:pPr>
        <w:rPr>
          <w:b/>
        </w:rPr>
      </w:pPr>
    </w:p>
    <w:p w:rsidR="005D5D55" w:rsidRDefault="005D5D55" w:rsidP="000F6CCA">
      <w:pPr>
        <w:rPr>
          <w:b/>
        </w:rPr>
      </w:pPr>
    </w:p>
    <w:p w:rsidR="005D5D55" w:rsidRDefault="005D5D55" w:rsidP="000F6CCA">
      <w:pPr>
        <w:rPr>
          <w:b/>
        </w:rPr>
      </w:pPr>
    </w:p>
    <w:p w:rsidR="005D5D55" w:rsidRDefault="005D5D55" w:rsidP="000F6CCA">
      <w:pPr>
        <w:rPr>
          <w:b/>
        </w:rPr>
      </w:pPr>
    </w:p>
    <w:p w:rsidR="001051AB" w:rsidRDefault="001051AB" w:rsidP="000F6CCA">
      <w:pPr>
        <w:rPr>
          <w:b/>
        </w:rPr>
      </w:pPr>
    </w:p>
    <w:p w:rsidR="003975C7" w:rsidRPr="003975C7" w:rsidRDefault="00E701B8" w:rsidP="000F6CCA">
      <w:pPr>
        <w:rPr>
          <w:sz w:val="22"/>
          <w:szCs w:val="22"/>
        </w:rPr>
      </w:pPr>
      <w:r w:rsidRPr="003975C7">
        <w:rPr>
          <w:b/>
          <w:sz w:val="22"/>
          <w:szCs w:val="22"/>
        </w:rPr>
        <w:t xml:space="preserve">© </w:t>
      </w:r>
      <w:r w:rsidRPr="003975C7">
        <w:rPr>
          <w:sz w:val="22"/>
          <w:szCs w:val="22"/>
        </w:rPr>
        <w:t>1995 Safe Place Music/ASCAP</w:t>
      </w:r>
    </w:p>
    <w:p w:rsidR="00E701B8" w:rsidRPr="003975C7" w:rsidRDefault="005D5D55" w:rsidP="000F6CCA">
      <w:pPr>
        <w:rPr>
          <w:sz w:val="22"/>
          <w:szCs w:val="22"/>
        </w:rPr>
      </w:pPr>
      <w:r w:rsidRPr="003975C7">
        <w:rPr>
          <w:sz w:val="22"/>
          <w:szCs w:val="22"/>
        </w:rPr>
        <w:t>©</w:t>
      </w:r>
      <w:r w:rsidR="00E701B8" w:rsidRPr="003975C7">
        <w:rPr>
          <w:sz w:val="22"/>
          <w:szCs w:val="22"/>
        </w:rPr>
        <w:t xml:space="preserve"> 1995 </w:t>
      </w:r>
      <w:proofErr w:type="spellStart"/>
      <w:r w:rsidR="00E701B8" w:rsidRPr="003975C7">
        <w:rPr>
          <w:sz w:val="22"/>
          <w:szCs w:val="22"/>
        </w:rPr>
        <w:t>Ariose</w:t>
      </w:r>
      <w:proofErr w:type="spellEnd"/>
      <w:r w:rsidR="00E701B8" w:rsidRPr="003975C7">
        <w:rPr>
          <w:sz w:val="22"/>
          <w:szCs w:val="22"/>
        </w:rPr>
        <w:t xml:space="preserve"> Music / ASCAP/a </w:t>
      </w:r>
      <w:proofErr w:type="spellStart"/>
      <w:proofErr w:type="gramStart"/>
      <w:r w:rsidR="00E701B8" w:rsidRPr="003975C7">
        <w:rPr>
          <w:sz w:val="22"/>
          <w:szCs w:val="22"/>
        </w:rPr>
        <w:t>div.EMI</w:t>
      </w:r>
      <w:proofErr w:type="spellEnd"/>
      <w:proofErr w:type="gramEnd"/>
      <w:r w:rsidR="00E701B8" w:rsidRPr="003975C7">
        <w:rPr>
          <w:sz w:val="22"/>
          <w:szCs w:val="22"/>
        </w:rPr>
        <w:t>-Christian Music Publ.</w:t>
      </w:r>
    </w:p>
    <w:p w:rsidR="009F15FC" w:rsidRPr="003975C7" w:rsidRDefault="009F15FC" w:rsidP="00355B51">
      <w:pPr>
        <w:rPr>
          <w:sz w:val="22"/>
          <w:szCs w:val="22"/>
        </w:rPr>
      </w:pPr>
    </w:p>
    <w:p w:rsidR="009F15FC" w:rsidRPr="003975C7" w:rsidRDefault="009F15FC" w:rsidP="00355B51">
      <w:pPr>
        <w:rPr>
          <w:sz w:val="22"/>
          <w:szCs w:val="22"/>
        </w:rPr>
      </w:pPr>
    </w:p>
    <w:sectPr w:rsidR="009F15FC" w:rsidRPr="003975C7" w:rsidSect="001051AB">
      <w:footerReference w:type="default" r:id="rId6"/>
      <w:pgSz w:w="12240" w:h="15840"/>
      <w:pgMar w:top="1440" w:right="1800" w:bottom="630" w:left="180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C35" w:rsidRDefault="00016C35">
      <w:r>
        <w:separator/>
      </w:r>
    </w:p>
  </w:endnote>
  <w:endnote w:type="continuationSeparator" w:id="0">
    <w:p w:rsidR="00016C35" w:rsidRDefault="00016C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C35" w:rsidRPr="0044075F" w:rsidRDefault="00016C35" w:rsidP="006F6846">
    <w:pPr>
      <w:jc w:val="center"/>
      <w:rPr>
        <w:rFonts w:ascii="Garamond" w:hAnsi="Garamond"/>
        <w:b/>
        <w:sz w:val="18"/>
        <w:szCs w:val="18"/>
      </w:rPr>
    </w:pPr>
  </w:p>
  <w:p w:rsidR="00016C35" w:rsidRDefault="00016C35" w:rsidP="006F6846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C35" w:rsidRDefault="00016C35">
      <w:r>
        <w:separator/>
      </w:r>
    </w:p>
  </w:footnote>
  <w:footnote w:type="continuationSeparator" w:id="0">
    <w:p w:rsidR="00016C35" w:rsidRDefault="00016C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attachedTemplate r:id="rId1"/>
  <w:stylePaneFormatFilter w:val="37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5C"/>
    <w:rsid w:val="00016C35"/>
    <w:rsid w:val="000401BA"/>
    <w:rsid w:val="000504D5"/>
    <w:rsid w:val="00084CA0"/>
    <w:rsid w:val="000D7232"/>
    <w:rsid w:val="000F6CCA"/>
    <w:rsid w:val="001051AB"/>
    <w:rsid w:val="00131865"/>
    <w:rsid w:val="001F0BF4"/>
    <w:rsid w:val="001F5DB2"/>
    <w:rsid w:val="0023556C"/>
    <w:rsid w:val="0025324C"/>
    <w:rsid w:val="00261E2B"/>
    <w:rsid w:val="00267E61"/>
    <w:rsid w:val="00275F51"/>
    <w:rsid w:val="00282B51"/>
    <w:rsid w:val="00282FFF"/>
    <w:rsid w:val="00283883"/>
    <w:rsid w:val="002A0875"/>
    <w:rsid w:val="002B011C"/>
    <w:rsid w:val="002F6FFE"/>
    <w:rsid w:val="00310092"/>
    <w:rsid w:val="003363E9"/>
    <w:rsid w:val="00352798"/>
    <w:rsid w:val="00355B51"/>
    <w:rsid w:val="003975C7"/>
    <w:rsid w:val="003E0316"/>
    <w:rsid w:val="00427483"/>
    <w:rsid w:val="004331FB"/>
    <w:rsid w:val="0044075F"/>
    <w:rsid w:val="00486867"/>
    <w:rsid w:val="004A3577"/>
    <w:rsid w:val="004A41FB"/>
    <w:rsid w:val="004A66EB"/>
    <w:rsid w:val="004F4E67"/>
    <w:rsid w:val="005D5D55"/>
    <w:rsid w:val="00604A68"/>
    <w:rsid w:val="006121E7"/>
    <w:rsid w:val="00683E6B"/>
    <w:rsid w:val="006F6846"/>
    <w:rsid w:val="00702652"/>
    <w:rsid w:val="00710207"/>
    <w:rsid w:val="007857BB"/>
    <w:rsid w:val="007A335C"/>
    <w:rsid w:val="007E4D22"/>
    <w:rsid w:val="007E72D1"/>
    <w:rsid w:val="00820984"/>
    <w:rsid w:val="0084126F"/>
    <w:rsid w:val="00896A8F"/>
    <w:rsid w:val="008B1F7D"/>
    <w:rsid w:val="0090466F"/>
    <w:rsid w:val="00941C04"/>
    <w:rsid w:val="009E2B48"/>
    <w:rsid w:val="009F15FC"/>
    <w:rsid w:val="00AA7BCF"/>
    <w:rsid w:val="00B30ACA"/>
    <w:rsid w:val="00B67DD9"/>
    <w:rsid w:val="00B91749"/>
    <w:rsid w:val="00B958B9"/>
    <w:rsid w:val="00BF519C"/>
    <w:rsid w:val="00BF55BE"/>
    <w:rsid w:val="00C40FF5"/>
    <w:rsid w:val="00C53FAF"/>
    <w:rsid w:val="00C67DC3"/>
    <w:rsid w:val="00CE4840"/>
    <w:rsid w:val="00CF30F8"/>
    <w:rsid w:val="00CF74A9"/>
    <w:rsid w:val="00E279F3"/>
    <w:rsid w:val="00E47911"/>
    <w:rsid w:val="00E701B8"/>
    <w:rsid w:val="00EC2C8E"/>
    <w:rsid w:val="00F012B8"/>
    <w:rsid w:val="00F0541A"/>
    <w:rsid w:val="00F076BB"/>
    <w:rsid w:val="00F2312D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41F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6F684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F6846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8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ele\Documents\Char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\Users\Michele\Documents\Chart Template.dot</Template>
  <TotalTime>3</TotalTime>
  <Pages>2</Pages>
  <Words>160</Words>
  <Characters>912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Hungry</vt:lpstr>
    </vt:vector>
  </TitlesOfParts>
  <Company>CVCC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Hungry</dc:title>
  <dc:creator>Michele</dc:creator>
  <cp:lastModifiedBy>Michele Jacobsen</cp:lastModifiedBy>
  <cp:revision>4</cp:revision>
  <cp:lastPrinted>2006-07-05T14:26:00Z</cp:lastPrinted>
  <dcterms:created xsi:type="dcterms:W3CDTF">2012-05-17T17:56:00Z</dcterms:created>
  <dcterms:modified xsi:type="dcterms:W3CDTF">2012-05-17T18:47:00Z</dcterms:modified>
</cp:coreProperties>
</file>